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1D9E1608"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sidR="00456A2E">
        <w:rPr>
          <w:sz w:val="40"/>
          <w:szCs w:val="40"/>
        </w:rPr>
        <w:t>21</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43C91330"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 xml:space="preserve">Summary of any relevant events that occurred during and after implementation and any changes in context </w:t>
      </w:r>
      <w:r w:rsidR="00456A2E" w:rsidRPr="006F2A70">
        <w:rPr>
          <w:rFonts w:ascii="Arial" w:hAnsi="Arial" w:cs="Arial"/>
          <w:sz w:val="24"/>
          <w:szCs w:val="24"/>
        </w:rPr>
        <w:t>e.g.</w:t>
      </w:r>
      <w:r w:rsidRPr="006F2A70">
        <w:rPr>
          <w:rFonts w:ascii="Arial" w:hAnsi="Arial" w:cs="Arial"/>
          <w:sz w:val="24"/>
          <w:szCs w:val="24"/>
        </w:rPr>
        <w:t xml:space="preserve">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DD5088F" w:rsidR="00FA687E" w:rsidRPr="00B274A9" w:rsidRDefault="00FE5CBB"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7399E2F1" w:rsidR="00456A2E" w:rsidRPr="00456A2E" w:rsidRDefault="000F1B8F"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47E12F3A"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F3517AA" w:rsidR="005B1E07" w:rsidRDefault="00FE5CBB" w:rsidP="000073BB">
            <w:pPr>
              <w:spacing w:after="0" w:line="240" w:lineRule="auto"/>
              <w:rPr>
                <w:rFonts w:ascii="Arial" w:hAnsi="Arial" w:cs="Arial"/>
                <w:sz w:val="24"/>
                <w:szCs w:val="24"/>
              </w:rPr>
            </w:pPr>
            <w:r>
              <w:rPr>
                <w:rFonts w:ascii="Arial" w:hAnsi="Arial" w:cs="Arial"/>
                <w:sz w:val="24"/>
                <w:szCs w:val="24"/>
              </w:rPr>
              <w:t>Active Travel Fund</w:t>
            </w:r>
          </w:p>
          <w:p w14:paraId="26BB77FF" w14:textId="15BC17B3"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440F4D9" w:rsidR="000073BB" w:rsidRPr="00AF141B" w:rsidRDefault="00FE5CBB" w:rsidP="000073BB">
            <w:pPr>
              <w:spacing w:after="0" w:line="240" w:lineRule="auto"/>
              <w:rPr>
                <w:rFonts w:ascii="Arial" w:hAnsi="Arial" w:cs="Arial"/>
                <w:b/>
                <w:sz w:val="24"/>
                <w:szCs w:val="24"/>
              </w:rPr>
            </w:pPr>
            <w:r w:rsidRPr="008E5392">
              <w:rPr>
                <w:rFonts w:ascii="Arial" w:hAnsi="Arial" w:cs="Arial"/>
              </w:rPr>
              <w:t>Mold Alun School Campus and Ysgol Maes Garmon</w:t>
            </w:r>
            <w:r>
              <w:rPr>
                <w:rFonts w:ascii="Arial" w:hAnsi="Arial" w:cs="Arial"/>
              </w:rPr>
              <w:t xml:space="preserve"> Shared use link</w:t>
            </w:r>
            <w:r w:rsidR="00456A2E">
              <w:rPr>
                <w:rFonts w:ascii="Arial" w:hAnsi="Arial" w:cs="Arial"/>
              </w:rPr>
              <w:t xml:space="preserve"> path</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4C58E75B"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4DACD016"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9B7CA49"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1AD83ABF" w:rsidR="000073BB" w:rsidRPr="0040708C" w:rsidRDefault="00FE5CBB"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4527E56"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BC597FD"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06648A5F" w:rsidR="000073BB" w:rsidRPr="0040708C" w:rsidRDefault="00FE5CBB"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3EE3EA58" w14:textId="77777777" w:rsidR="00FE5CBB" w:rsidRPr="00FE5CBB" w:rsidRDefault="00FE5CBB" w:rsidP="00FE5CBB">
            <w:pPr>
              <w:spacing w:after="0" w:line="240" w:lineRule="auto"/>
              <w:rPr>
                <w:rFonts w:ascii="Arial" w:hAnsi="Arial" w:cs="Arial"/>
                <w:szCs w:val="22"/>
                <w:lang w:eastAsia="en-US"/>
              </w:rPr>
            </w:pPr>
            <w:r w:rsidRPr="00FE5CBB">
              <w:rPr>
                <w:rFonts w:ascii="Arial" w:hAnsi="Arial" w:cs="Arial"/>
                <w:szCs w:val="22"/>
                <w:lang w:eastAsia="en-US"/>
              </w:rPr>
              <w:t>Maes Gwern Estate Road and Broncoed Lane lie to the southern periphery of Mold. Whilst the scheme is primarily to facilitate and encourage active travel journeys from these areas to the High Schools the scheme will also benefit the wider community as it provides a vital link to the Town Centre and Bromfield and Broncoed Industrial Estates.</w:t>
            </w:r>
          </w:p>
          <w:p w14:paraId="48A1FFF8" w14:textId="77777777" w:rsidR="00FE5CBB" w:rsidRPr="00FE5CBB" w:rsidRDefault="00FE5CBB" w:rsidP="00FE5CBB">
            <w:pPr>
              <w:spacing w:after="0" w:line="240" w:lineRule="auto"/>
              <w:rPr>
                <w:rFonts w:ascii="Arial" w:hAnsi="Arial" w:cs="Arial"/>
                <w:szCs w:val="22"/>
                <w:lang w:eastAsia="en-US"/>
              </w:rPr>
            </w:pPr>
          </w:p>
          <w:p w14:paraId="09E5AA4F" w14:textId="77777777" w:rsidR="00FE5CBB" w:rsidRPr="00FE5CBB" w:rsidRDefault="00FE5CBB" w:rsidP="00FE5CBB">
            <w:pPr>
              <w:spacing w:after="0" w:line="240" w:lineRule="auto"/>
              <w:rPr>
                <w:rFonts w:ascii="Arial" w:hAnsi="Arial" w:cs="Arial"/>
                <w:szCs w:val="22"/>
                <w:lang w:eastAsia="en-US"/>
              </w:rPr>
            </w:pPr>
            <w:r w:rsidRPr="00FE5CBB">
              <w:rPr>
                <w:rFonts w:ascii="Arial" w:hAnsi="Arial" w:cs="Arial"/>
                <w:szCs w:val="22"/>
                <w:lang w:eastAsia="en-US"/>
              </w:rPr>
              <w:t>In order to mitigate the problems associated with congestion within the school campus and along Wrexham Road and in an attempt to improve the viability of active modes of transport it is proposed to undertake the works outlined below.</w:t>
            </w:r>
          </w:p>
          <w:p w14:paraId="4AC34AAD" w14:textId="77777777" w:rsidR="00FE5CBB" w:rsidRPr="00FE5CBB" w:rsidRDefault="00FE5CBB" w:rsidP="00FE5CBB">
            <w:pPr>
              <w:spacing w:after="0" w:line="240" w:lineRule="auto"/>
              <w:rPr>
                <w:rFonts w:ascii="Arial" w:hAnsi="Arial" w:cs="Arial"/>
                <w:szCs w:val="22"/>
              </w:rPr>
            </w:pPr>
          </w:p>
          <w:p w14:paraId="4114AE9B" w14:textId="3BECFE9F" w:rsidR="00FE5CBB" w:rsidRPr="00FE5CBB" w:rsidRDefault="00FE5CBB" w:rsidP="00FE5CBB">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517B4F64" w14:textId="77777777" w:rsidR="00FE5CBB" w:rsidRPr="00FE5CBB" w:rsidRDefault="00FE5CBB" w:rsidP="00FE5CBB">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02A19C6E" w14:textId="77777777" w:rsidR="00FE5CBB" w:rsidRPr="00FE5CBB" w:rsidRDefault="00FE5CBB" w:rsidP="00FE5CBB">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0CFAC70F" w14:textId="77777777" w:rsidR="00FE5CBB" w:rsidRPr="00FE5CBB" w:rsidRDefault="00FE5CBB" w:rsidP="00FE5CBB">
            <w:pPr>
              <w:spacing w:after="0" w:line="240" w:lineRule="auto"/>
              <w:rPr>
                <w:rFonts w:ascii="Arial" w:hAnsi="Arial" w:cs="Arial"/>
                <w:szCs w:val="22"/>
              </w:rPr>
            </w:pPr>
          </w:p>
          <w:p w14:paraId="0BB34C8B" w14:textId="6FC6CC3A" w:rsidR="00FE5CBB" w:rsidRPr="00FE5CBB" w:rsidRDefault="00FE5CBB" w:rsidP="00FE5CBB">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788C1C8B" w14:textId="77777777" w:rsidR="00FE5CBB" w:rsidRPr="00FE5CBB" w:rsidRDefault="00FE5CBB" w:rsidP="00FE5CBB">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3 metre wide shared use cycling facility </w:t>
            </w:r>
          </w:p>
          <w:p w14:paraId="322FE9F3" w14:textId="77777777" w:rsidR="00FE5CBB" w:rsidRPr="00FE5CBB" w:rsidRDefault="00FE5CBB" w:rsidP="00FE5CBB">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732EDFF9" w14:textId="77777777" w:rsidR="00FE5CBB" w:rsidRPr="00FE5CBB" w:rsidRDefault="00FE5CBB" w:rsidP="00FE5CBB">
            <w:pPr>
              <w:spacing w:after="0" w:line="240" w:lineRule="auto"/>
              <w:rPr>
                <w:rFonts w:ascii="Arial" w:hAnsi="Arial" w:cs="Arial"/>
                <w:szCs w:val="22"/>
              </w:rPr>
            </w:pPr>
          </w:p>
          <w:p w14:paraId="68534559" w14:textId="64053E37" w:rsidR="00FE5CBB" w:rsidRPr="00FE5CBB" w:rsidRDefault="00FE5CBB" w:rsidP="00FE5CBB">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5D9844C4" w14:textId="77777777" w:rsidR="00FE5CBB" w:rsidRPr="00FE5CBB" w:rsidRDefault="00FE5CBB" w:rsidP="00FE5CBB">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35930073" w14:textId="46560864" w:rsidR="00FE5CBB" w:rsidRPr="00FE5CBB" w:rsidRDefault="00FE5CBB" w:rsidP="00FE5CBB">
            <w:pPr>
              <w:spacing w:after="0" w:line="240" w:lineRule="auto"/>
              <w:rPr>
                <w:rFonts w:ascii="Arial" w:hAnsi="Arial" w:cs="Arial"/>
                <w:szCs w:val="22"/>
              </w:rPr>
            </w:pPr>
            <w:r w:rsidRPr="00FE5CBB">
              <w:rPr>
                <w:rFonts w:ascii="Arial" w:hAnsi="Arial" w:cs="Arial"/>
                <w:szCs w:val="22"/>
              </w:rPr>
              <w:t xml:space="preserve">            </w:t>
            </w:r>
            <w:r w:rsidR="00B532D3" w:rsidRPr="00FE5CBB">
              <w:rPr>
                <w:rFonts w:ascii="Arial" w:hAnsi="Arial" w:cs="Arial"/>
                <w:szCs w:val="22"/>
              </w:rPr>
              <w:t>Development</w:t>
            </w:r>
            <w:r w:rsidRPr="00FE5CBB">
              <w:rPr>
                <w:rFonts w:ascii="Arial" w:hAnsi="Arial" w:cs="Arial"/>
                <w:szCs w:val="22"/>
              </w:rPr>
              <w:t xml:space="preserve"> at Maes Gwern.</w:t>
            </w:r>
          </w:p>
          <w:p w14:paraId="63850F2C" w14:textId="77777777" w:rsidR="00FE5CBB" w:rsidRPr="00FE5CBB" w:rsidRDefault="00FE5CBB" w:rsidP="00FE5CBB">
            <w:pPr>
              <w:spacing w:after="0" w:line="240" w:lineRule="auto"/>
              <w:rPr>
                <w:rFonts w:ascii="Arial" w:hAnsi="Arial" w:cs="Arial"/>
                <w:szCs w:val="22"/>
              </w:rPr>
            </w:pPr>
          </w:p>
          <w:p w14:paraId="02A3EB32" w14:textId="77777777" w:rsidR="00FE5CBB" w:rsidRPr="00FE5CBB" w:rsidRDefault="00FE5CBB" w:rsidP="00FE5CBB">
            <w:pPr>
              <w:spacing w:after="0" w:line="240" w:lineRule="auto"/>
              <w:rPr>
                <w:rFonts w:ascii="Arial" w:hAnsi="Arial" w:cs="Arial"/>
                <w:b/>
                <w:szCs w:val="22"/>
              </w:rPr>
            </w:pPr>
            <w:r w:rsidRPr="00FE5CBB">
              <w:rPr>
                <w:rFonts w:ascii="Arial" w:hAnsi="Arial" w:cs="Arial"/>
                <w:b/>
                <w:szCs w:val="22"/>
              </w:rPr>
              <w:lastRenderedPageBreak/>
              <w:t>The whole route</w:t>
            </w:r>
          </w:p>
          <w:p w14:paraId="65829954" w14:textId="77777777" w:rsidR="00FE5CBB" w:rsidRPr="00FE5CBB" w:rsidRDefault="00FE5CBB" w:rsidP="00FE5CBB">
            <w:pPr>
              <w:spacing w:after="0" w:line="240" w:lineRule="auto"/>
              <w:rPr>
                <w:rFonts w:ascii="Arial" w:hAnsi="Arial" w:cs="Arial"/>
                <w:szCs w:val="22"/>
              </w:rPr>
            </w:pPr>
            <w:r w:rsidRPr="00FE5CBB">
              <w:rPr>
                <w:rFonts w:ascii="Arial" w:hAnsi="Arial" w:cs="Arial"/>
                <w:szCs w:val="22"/>
              </w:rPr>
              <w:t>Provision of signage and cycle counters.</w:t>
            </w:r>
          </w:p>
          <w:p w14:paraId="5E412640" w14:textId="77777777" w:rsidR="00FE5CBB" w:rsidRPr="00FE5CBB" w:rsidRDefault="00FE5CBB" w:rsidP="00FE5CBB">
            <w:pPr>
              <w:spacing w:after="0" w:line="240" w:lineRule="auto"/>
              <w:rPr>
                <w:rFonts w:ascii="Arial" w:hAnsi="Arial" w:cs="Arial"/>
                <w:szCs w:val="22"/>
              </w:rPr>
            </w:pPr>
            <w:r w:rsidRPr="00FE5CBB">
              <w:rPr>
                <w:rFonts w:ascii="Arial" w:hAnsi="Arial" w:cs="Arial"/>
                <w:szCs w:val="22"/>
              </w:rPr>
              <w:t>Provision of Zebra Crossing on Wrexham Road</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FB5414C"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Prior to the submission of the planning application by Wates developers for a 160 no. new home development at Maes Gwern, the developers undertook a community consultation on Monday 13th February, 2017 at the Daniel Owen Community Association from 3pm till 7pm. A local rambler, also member of Flintshire’s Local Access Forum responded to the consultation with a request for the developers to provide a walking and cycling link as part of the development.</w:t>
            </w:r>
          </w:p>
          <w:p w14:paraId="67970588" w14:textId="77777777" w:rsidR="0088320F" w:rsidRPr="0088320F" w:rsidRDefault="0088320F" w:rsidP="0088320F">
            <w:pPr>
              <w:spacing w:after="0" w:line="240" w:lineRule="auto"/>
              <w:rPr>
                <w:rFonts w:ascii="Arial" w:hAnsi="Arial" w:cs="Arial"/>
                <w:szCs w:val="22"/>
                <w:lang w:eastAsia="en-US"/>
              </w:rPr>
            </w:pPr>
          </w:p>
          <w:p w14:paraId="27BC153D"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As a result a number of meetings were held to develop scheme options to provide the link from Upper Bryn Coch through Maes Gwern development and onto Wrexham Road to the junction of the school campus entrance. The meetings were attended by the following:</w:t>
            </w:r>
          </w:p>
          <w:p w14:paraId="75878F09" w14:textId="77777777" w:rsidR="0088320F" w:rsidRPr="0088320F" w:rsidRDefault="0088320F" w:rsidP="0088320F">
            <w:pPr>
              <w:spacing w:after="0" w:line="240" w:lineRule="auto"/>
              <w:rPr>
                <w:rFonts w:ascii="Arial" w:hAnsi="Arial" w:cs="Arial"/>
                <w:szCs w:val="22"/>
                <w:lang w:eastAsia="en-US"/>
              </w:rPr>
            </w:pPr>
          </w:p>
          <w:p w14:paraId="6C875037"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Flintshire County Council (Housing, Planning and Education departments) </w:t>
            </w:r>
          </w:p>
          <w:p w14:paraId="1E1D493D"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Wates Developers </w:t>
            </w:r>
          </w:p>
          <w:p w14:paraId="648F7B5B" w14:textId="598D61F8"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Ramblers Association &amp; Local Access Forum member</w:t>
            </w:r>
          </w:p>
          <w:p w14:paraId="6136DAF3" w14:textId="6FA3705C"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Chair of the </w:t>
            </w:r>
            <w:proofErr w:type="spellStart"/>
            <w:r w:rsidRPr="0088320F">
              <w:rPr>
                <w:rFonts w:ascii="Arial" w:hAnsi="Arial" w:cs="Arial"/>
                <w:szCs w:val="22"/>
                <w:lang w:eastAsia="en-US"/>
              </w:rPr>
              <w:t>Clwydian</w:t>
            </w:r>
            <w:proofErr w:type="spellEnd"/>
            <w:r w:rsidRPr="0088320F">
              <w:rPr>
                <w:rFonts w:ascii="Arial" w:hAnsi="Arial" w:cs="Arial"/>
                <w:szCs w:val="22"/>
                <w:lang w:eastAsia="en-US"/>
              </w:rPr>
              <w:t xml:space="preserve"> Ramblers, member of the Wild About Mold Group &amp; an</w:t>
            </w:r>
            <w:r>
              <w:rPr>
                <w:rFonts w:ascii="Arial" w:hAnsi="Arial" w:cs="Arial"/>
                <w:szCs w:val="22"/>
                <w:lang w:eastAsia="en-US"/>
              </w:rPr>
              <w:t xml:space="preserve"> </w:t>
            </w:r>
            <w:r w:rsidRPr="0088320F">
              <w:rPr>
                <w:rFonts w:ascii="Arial" w:hAnsi="Arial" w:cs="Arial"/>
                <w:szCs w:val="22"/>
                <w:lang w:eastAsia="en-US"/>
              </w:rPr>
              <w:t>assessor for the Healthy Schools Award</w:t>
            </w:r>
          </w:p>
          <w:p w14:paraId="107A9358" w14:textId="77777777" w:rsidR="0088320F" w:rsidRPr="0088320F" w:rsidRDefault="0088320F" w:rsidP="0088320F">
            <w:pPr>
              <w:spacing w:after="0" w:line="240" w:lineRule="auto"/>
              <w:rPr>
                <w:rFonts w:ascii="Arial" w:hAnsi="Arial" w:cs="Arial"/>
                <w:szCs w:val="22"/>
                <w:lang w:eastAsia="en-US"/>
              </w:rPr>
            </w:pPr>
          </w:p>
          <w:p w14:paraId="49734799"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szCs w:val="22"/>
                <w:lang w:eastAsia="en-US"/>
              </w:rPr>
              <w:t>A number of meetings were also held with Local Members who have local knowledge of the high traffic flows and congestion issues along Wrexham Road in the vicinity of the school campus.  Both Local Members want to see an upgraded surface along Broncoed Lane to facilitate safer walking and cycling.</w:t>
            </w:r>
          </w:p>
          <w:p w14:paraId="04F6E2ED" w14:textId="6F7C35DC" w:rsidR="00F53AA9" w:rsidRDefault="00F53AA9" w:rsidP="0088320F">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05EA728A" w:rsidR="002E19CA" w:rsidRPr="00AF141B" w:rsidRDefault="0088320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E38D820" w:rsidR="002E19CA" w:rsidRPr="0088320F" w:rsidRDefault="0088320F"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27733839" w14:textId="305D1A3A" w:rsidR="00B238EB" w:rsidRPr="001335C7" w:rsidRDefault="001335C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79B1AD95" w14:textId="77777777" w:rsidR="001335C7" w:rsidRDefault="001335C7" w:rsidP="001335C7">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D2CA7A6"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55284D04" w14:textId="77777777" w:rsidR="00B532D3" w:rsidRPr="00FE5CBB" w:rsidRDefault="00B532D3" w:rsidP="00B532D3">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061F77C3" w14:textId="77777777" w:rsidR="00B532D3" w:rsidRPr="00FE5CBB" w:rsidRDefault="00B532D3" w:rsidP="00B532D3">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00421723" w14:textId="77777777" w:rsidR="00B532D3" w:rsidRPr="00FE5CBB" w:rsidRDefault="00B532D3" w:rsidP="00B532D3">
            <w:pPr>
              <w:spacing w:after="0" w:line="240" w:lineRule="auto"/>
              <w:rPr>
                <w:rFonts w:ascii="Arial" w:hAnsi="Arial" w:cs="Arial"/>
                <w:szCs w:val="22"/>
              </w:rPr>
            </w:pPr>
          </w:p>
          <w:p w14:paraId="027E3C09"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3FD1E017" w14:textId="1C68E2C1" w:rsidR="00B532D3" w:rsidRPr="00FE5CBB" w:rsidRDefault="00B532D3" w:rsidP="00B532D3">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w:t>
            </w:r>
            <w:r w:rsidR="00B052CF">
              <w:rPr>
                <w:rFonts w:ascii="Arial" w:hAnsi="Arial" w:cs="Arial"/>
                <w:szCs w:val="22"/>
              </w:rPr>
              <w:t xml:space="preserve">1 km, </w:t>
            </w:r>
            <w:r w:rsidRPr="00FE5CBB">
              <w:rPr>
                <w:rFonts w:ascii="Arial" w:hAnsi="Arial" w:cs="Arial"/>
                <w:szCs w:val="22"/>
              </w:rPr>
              <w:t xml:space="preserve">3 metre wide shared use cycling facility </w:t>
            </w:r>
          </w:p>
          <w:p w14:paraId="718EAAC2" w14:textId="77777777" w:rsidR="00B532D3" w:rsidRPr="00FE5CBB" w:rsidRDefault="00B532D3" w:rsidP="00B532D3">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0939BB48" w14:textId="77777777" w:rsidR="00B532D3" w:rsidRPr="00FE5CBB" w:rsidRDefault="00B532D3" w:rsidP="00B532D3">
            <w:pPr>
              <w:spacing w:after="0" w:line="240" w:lineRule="auto"/>
              <w:rPr>
                <w:rFonts w:ascii="Arial" w:hAnsi="Arial" w:cs="Arial"/>
                <w:szCs w:val="22"/>
              </w:rPr>
            </w:pPr>
          </w:p>
          <w:p w14:paraId="06D274BA"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52D4C68E" w14:textId="77777777" w:rsidR="00B532D3" w:rsidRPr="00FE5CBB" w:rsidRDefault="00B532D3" w:rsidP="00B532D3">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47D21E43" w14:textId="4A8DD31F" w:rsidR="00B532D3" w:rsidRPr="00FE5CBB" w:rsidRDefault="00B532D3" w:rsidP="00B532D3">
            <w:pPr>
              <w:spacing w:after="0" w:line="240" w:lineRule="auto"/>
              <w:rPr>
                <w:rFonts w:ascii="Arial" w:hAnsi="Arial" w:cs="Arial"/>
                <w:szCs w:val="22"/>
              </w:rPr>
            </w:pPr>
            <w:r w:rsidRPr="00FE5CBB">
              <w:rPr>
                <w:rFonts w:ascii="Arial" w:hAnsi="Arial" w:cs="Arial"/>
                <w:szCs w:val="22"/>
              </w:rPr>
              <w:t xml:space="preserve">            Development at Maes Gwern.</w:t>
            </w:r>
          </w:p>
          <w:p w14:paraId="785E3087" w14:textId="3931B8E1" w:rsidR="00130DDA" w:rsidRPr="00B532D3" w:rsidRDefault="00B532D3" w:rsidP="000073BB">
            <w:pPr>
              <w:spacing w:after="0" w:line="240" w:lineRule="auto"/>
              <w:rPr>
                <w:rFonts w:ascii="Arial" w:hAnsi="Arial" w:cs="Arial"/>
                <w:sz w:val="24"/>
                <w:szCs w:val="24"/>
              </w:rPr>
            </w:pPr>
            <w:r>
              <w:rPr>
                <w:rFonts w:ascii="Arial" w:hAnsi="Arial" w:cs="Arial"/>
                <w:sz w:val="24"/>
                <w:szCs w:val="24"/>
              </w:rPr>
              <w:t>Signing and lining throughout the whole extents of the scheme</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411683EB" w:rsidR="002E19CA" w:rsidRPr="00AF141B" w:rsidRDefault="00981D2F"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 The path will provide a missing link into the proposed new cycle network within Mold and provide a safe traffic free route to schools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3FD9B8A" w:rsidR="002E19CA" w:rsidRPr="007D5B2C" w:rsidRDefault="001335C7"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70409C7"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An Internal Project Review Board was established in March 2017 with monthly meetings undertaken up until the present day. The purpose of the group was to provide an independent panel of professionals to challenge both the benefits and dis- benefits of various scheme options in line with current legislation. This ‘critical friend’ approach has helped shape the detail of the scheme submitted within this application and follows the same principles of the WELTAG process.</w:t>
            </w:r>
          </w:p>
          <w:p w14:paraId="00F802AB" w14:textId="77777777" w:rsidR="0088320F" w:rsidRPr="0088320F" w:rsidRDefault="0088320F" w:rsidP="0088320F">
            <w:pPr>
              <w:spacing w:after="0" w:line="240" w:lineRule="auto"/>
              <w:jc w:val="both"/>
              <w:rPr>
                <w:rFonts w:ascii="Arial" w:hAnsi="Arial" w:cs="Arial"/>
                <w:szCs w:val="22"/>
                <w:lang w:eastAsia="en-US"/>
              </w:rPr>
            </w:pPr>
          </w:p>
          <w:p w14:paraId="458B18C3"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 xml:space="preserve">A meeting was held with the Head teachers of both Mold Alun and Maes Garmon High Schools School to go through the scheme proposals and the rationale for the scheme.  Both Head teachers fully support the scheme and have submitted a letter to that effect which is enclosed within supporting information for this application. </w:t>
            </w:r>
          </w:p>
          <w:p w14:paraId="0441C4FD" w14:textId="77777777" w:rsidR="0088320F" w:rsidRPr="0088320F" w:rsidRDefault="0088320F" w:rsidP="0088320F">
            <w:pPr>
              <w:spacing w:after="0" w:line="240" w:lineRule="auto"/>
              <w:rPr>
                <w:rFonts w:ascii="Arial" w:hAnsi="Arial" w:cs="Arial"/>
                <w:szCs w:val="22"/>
                <w:lang w:eastAsia="en-US"/>
              </w:rPr>
            </w:pPr>
          </w:p>
          <w:p w14:paraId="6A2EDC2C" w14:textId="77777777" w:rsidR="0088320F" w:rsidRPr="0088320F" w:rsidRDefault="0088320F" w:rsidP="0088320F">
            <w:pPr>
              <w:spacing w:after="0" w:line="240" w:lineRule="auto"/>
              <w:jc w:val="both"/>
              <w:rPr>
                <w:rFonts w:ascii="Arial" w:hAnsi="Arial" w:cs="Arial"/>
                <w:b/>
                <w:szCs w:val="22"/>
                <w:lang w:eastAsia="en-US"/>
              </w:rPr>
            </w:pPr>
            <w:r w:rsidRPr="0088320F">
              <w:rPr>
                <w:rFonts w:ascii="Arial" w:hAnsi="Arial" w:cs="Arial"/>
                <w:szCs w:val="22"/>
                <w:lang w:eastAsia="en-US"/>
              </w:rPr>
              <w:t>Flintshire County Council then attended a pupil Forum at Maes Garmon High School on the 29</w:t>
            </w:r>
            <w:r w:rsidRPr="0088320F">
              <w:rPr>
                <w:rFonts w:ascii="Arial" w:hAnsi="Arial" w:cs="Arial"/>
                <w:szCs w:val="22"/>
                <w:vertAlign w:val="superscript"/>
                <w:lang w:eastAsia="en-US"/>
              </w:rPr>
              <w:t>th</w:t>
            </w:r>
            <w:r w:rsidRPr="0088320F">
              <w:rPr>
                <w:rFonts w:ascii="Arial" w:hAnsi="Arial" w:cs="Arial"/>
                <w:szCs w:val="22"/>
                <w:lang w:eastAsia="en-US"/>
              </w:rPr>
              <w:t xml:space="preserve"> January, 2018 to present the proposal to the pupils. Both the School and Local Members (on behalf of the community) are fully supportive of the proposals. Officers have worked in partnership with the Head Teacher, Pupils and other key stakeholders during the scheme design, where alternative measures were considered which defined the final scheme proposals.  The pupils engaged well in discussions around the scheme proposals and understood the benefits of encouraging more pupils to walk and cycle to school and the effects of air pollution emitted from motor vehicles. All of the pupils strongly supported the proposal for a shared use walking and cycling facility from the Upper Bryn Coch area to the school campus.</w:t>
            </w:r>
          </w:p>
          <w:p w14:paraId="22C18204" w14:textId="77777777" w:rsidR="0088320F" w:rsidRPr="0088320F" w:rsidRDefault="0088320F" w:rsidP="0088320F">
            <w:pPr>
              <w:spacing w:after="0" w:line="240" w:lineRule="auto"/>
              <w:rPr>
                <w:rFonts w:ascii="Arial" w:hAnsi="Arial" w:cs="Arial"/>
                <w:szCs w:val="22"/>
                <w:lang w:eastAsia="en-US"/>
              </w:rPr>
            </w:pPr>
          </w:p>
          <w:p w14:paraId="74A59ADB"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b/>
                <w:szCs w:val="22"/>
                <w:u w:val="single"/>
                <w:lang w:eastAsia="en-US"/>
              </w:rPr>
              <w:t>Sustrans Active Travel Journey Planning Workshop</w:t>
            </w:r>
          </w:p>
          <w:p w14:paraId="1032C7BC" w14:textId="77777777" w:rsidR="0088320F" w:rsidRPr="0088320F" w:rsidRDefault="0088320F" w:rsidP="0088320F">
            <w:pPr>
              <w:spacing w:after="0" w:line="240" w:lineRule="auto"/>
              <w:rPr>
                <w:rFonts w:ascii="Arial" w:hAnsi="Arial" w:cs="Arial"/>
                <w:b/>
                <w:szCs w:val="22"/>
                <w:u w:val="single"/>
                <w:lang w:eastAsia="en-US"/>
              </w:rPr>
            </w:pPr>
          </w:p>
          <w:p w14:paraId="07253AA9"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szCs w:val="22"/>
                <w:lang w:eastAsia="en-US"/>
              </w:rPr>
              <w:t>Council Officers supported the Sustrans Active Travel Journey workshop which was held at Mold Alun school on the 24</w:t>
            </w:r>
            <w:r w:rsidRPr="0088320F">
              <w:rPr>
                <w:rFonts w:ascii="Arial" w:hAnsi="Arial" w:cs="Arial"/>
                <w:szCs w:val="22"/>
                <w:vertAlign w:val="superscript"/>
                <w:lang w:eastAsia="en-US"/>
              </w:rPr>
              <w:t>th</w:t>
            </w:r>
            <w:r w:rsidRPr="0088320F">
              <w:rPr>
                <w:rFonts w:ascii="Arial" w:hAnsi="Arial" w:cs="Arial"/>
                <w:szCs w:val="22"/>
                <w:lang w:eastAsia="en-US"/>
              </w:rPr>
              <w:t xml:space="preserve"> April, 2017 and was attended by approximately 150 pupils who strongly supported the walking and cycling improvements within the vicinity of Mold Alun School.  </w:t>
            </w:r>
          </w:p>
          <w:p w14:paraId="5DEEA976" w14:textId="77777777" w:rsidR="00F53AA9" w:rsidRPr="0088320F" w:rsidRDefault="00F53AA9" w:rsidP="00F53AA9">
            <w:pPr>
              <w:spacing w:after="0" w:line="240" w:lineRule="auto"/>
              <w:rPr>
                <w:rFonts w:ascii="Arial" w:hAnsi="Arial" w:cs="Arial"/>
                <w:b/>
                <w:sz w:val="28"/>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86BC08A" w:rsidR="002A2F1C" w:rsidRDefault="00E8354D" w:rsidP="000073BB">
            <w:pPr>
              <w:spacing w:after="0" w:line="240" w:lineRule="auto"/>
              <w:rPr>
                <w:rFonts w:ascii="Arial" w:hAnsi="Arial" w:cs="Arial"/>
                <w:b/>
                <w:sz w:val="24"/>
                <w:szCs w:val="24"/>
              </w:rPr>
            </w:pPr>
            <w:r>
              <w:rPr>
                <w:rFonts w:ascii="Arial" w:hAnsi="Arial" w:cs="Arial"/>
                <w:b/>
                <w:sz w:val="24"/>
                <w:szCs w:val="24"/>
              </w:rPr>
              <w:lastRenderedPageBreak/>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753A0464" w14:textId="7848D6BC" w:rsidR="00385141" w:rsidRDefault="00385141" w:rsidP="00385141">
            <w:pPr>
              <w:spacing w:after="0" w:line="240" w:lineRule="auto"/>
              <w:rPr>
                <w:rFonts w:ascii="Arial" w:hAnsi="Arial" w:cs="Arial"/>
                <w:sz w:val="24"/>
                <w:szCs w:val="24"/>
              </w:rPr>
            </w:pPr>
            <w:r>
              <w:rPr>
                <w:rFonts w:ascii="Arial" w:hAnsi="Arial" w:cs="Arial"/>
                <w:sz w:val="24"/>
                <w:szCs w:val="24"/>
              </w:rPr>
              <w:t>Structured approach to communications and forward works program has been essential with delivery.</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51AA47C" w14:textId="7324CDA5" w:rsidR="00B052CF" w:rsidRDefault="00B052CF" w:rsidP="00B052CF">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employment. The link provides a safe shared use path linking the recently completed development of Maes Gwern to the schools of Mold Alun, Maes Garmon and Bryn Coch.</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3060CF33" w:rsidR="002E19CA" w:rsidRPr="0033687D" w:rsidRDefault="0033687D" w:rsidP="000073BB">
            <w:pPr>
              <w:spacing w:after="0" w:line="240" w:lineRule="auto"/>
              <w:rPr>
                <w:rFonts w:ascii="Arial" w:hAnsi="Arial" w:cs="Arial"/>
                <w:sz w:val="24"/>
                <w:szCs w:val="24"/>
              </w:rPr>
            </w:pPr>
            <w:r>
              <w:rPr>
                <w:rFonts w:ascii="Arial" w:hAnsi="Arial" w:cs="Arial"/>
                <w:sz w:val="24"/>
                <w:szCs w:val="24"/>
              </w:rPr>
              <w:t xml:space="preserve">Increase in children walking and cycling to schools in Mold within a safe environment </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AFE0B49" w14:textId="77777777" w:rsidR="00F53AA9" w:rsidRDefault="0033687D" w:rsidP="00F53AA9">
            <w:pPr>
              <w:spacing w:after="0" w:line="240" w:lineRule="auto"/>
              <w:rPr>
                <w:rFonts w:ascii="Arial" w:hAnsi="Arial" w:cs="Arial"/>
                <w:sz w:val="24"/>
                <w:szCs w:val="24"/>
              </w:rPr>
            </w:pPr>
            <w:r>
              <w:rPr>
                <w:rFonts w:ascii="Arial" w:hAnsi="Arial" w:cs="Arial"/>
                <w:sz w:val="24"/>
                <w:szCs w:val="24"/>
              </w:rPr>
              <w:t>Engagement with local schools to determine the increase in active travel journeys.</w:t>
            </w:r>
          </w:p>
          <w:p w14:paraId="543DBF4F" w14:textId="4DA427AC" w:rsidR="00456A2E" w:rsidRPr="0033687D" w:rsidRDefault="00456A2E" w:rsidP="00F53AA9">
            <w:pPr>
              <w:spacing w:after="0" w:line="240" w:lineRule="auto"/>
              <w:rPr>
                <w:rFonts w:ascii="Arial" w:hAnsi="Arial" w:cs="Arial"/>
                <w:sz w:val="24"/>
                <w:szCs w:val="24"/>
              </w:rPr>
            </w:pPr>
            <w:r>
              <w:rPr>
                <w:rFonts w:ascii="Arial" w:hAnsi="Arial" w:cs="Arial"/>
                <w:sz w:val="24"/>
                <w:szCs w:val="24"/>
              </w:rPr>
              <w:t>Currently looking to install Cycle/ Ped counters on route</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718CA316" w:rsidR="002A2F1C" w:rsidRPr="0033687D" w:rsidRDefault="0033687D" w:rsidP="000073BB">
            <w:pPr>
              <w:spacing w:after="0" w:line="240" w:lineRule="auto"/>
              <w:rPr>
                <w:rFonts w:ascii="Arial" w:hAnsi="Arial" w:cs="Arial"/>
                <w:sz w:val="24"/>
                <w:szCs w:val="24"/>
              </w:rPr>
            </w:pPr>
            <w:r>
              <w:rPr>
                <w:rFonts w:ascii="Arial" w:hAnsi="Arial" w:cs="Arial"/>
                <w:sz w:val="24"/>
                <w:szCs w:val="24"/>
              </w:rPr>
              <w:t xml:space="preserve">Covid increased people to </w:t>
            </w:r>
            <w:r w:rsidR="00151BF5">
              <w:rPr>
                <w:rFonts w:ascii="Arial" w:hAnsi="Arial" w:cs="Arial"/>
                <w:sz w:val="24"/>
                <w:szCs w:val="24"/>
              </w:rPr>
              <w:t>travel in a</w:t>
            </w:r>
            <w:r>
              <w:rPr>
                <w:rFonts w:ascii="Arial" w:hAnsi="Arial" w:cs="Arial"/>
                <w:sz w:val="24"/>
                <w:szCs w:val="24"/>
              </w:rPr>
              <w:t xml:space="preserve"> more sustainable </w:t>
            </w:r>
            <w:r w:rsidR="00151BF5">
              <w:rPr>
                <w:rFonts w:ascii="Arial" w:hAnsi="Arial" w:cs="Arial"/>
                <w:sz w:val="24"/>
                <w:szCs w:val="24"/>
              </w:rPr>
              <w:t>manner therefore</w:t>
            </w:r>
            <w:r w:rsidR="00385141">
              <w:rPr>
                <w:rFonts w:ascii="Arial" w:hAnsi="Arial" w:cs="Arial"/>
                <w:sz w:val="24"/>
                <w:szCs w:val="24"/>
              </w:rPr>
              <w:t xml:space="preserve"> the </w:t>
            </w:r>
            <w:r w:rsidR="00456A2E">
              <w:rPr>
                <w:rFonts w:ascii="Arial" w:hAnsi="Arial" w:cs="Arial"/>
                <w:sz w:val="24"/>
                <w:szCs w:val="24"/>
              </w:rPr>
              <w:t>increased usage</w:t>
            </w:r>
            <w:r w:rsidR="00151BF5">
              <w:rPr>
                <w:rFonts w:ascii="Arial" w:hAnsi="Arial" w:cs="Arial"/>
                <w:sz w:val="24"/>
                <w:szCs w:val="24"/>
              </w:rPr>
              <w:t xml:space="preserve"> on the link path was noticeable.</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310B918" w14:textId="77777777" w:rsidR="00385141" w:rsidRDefault="00385141" w:rsidP="00385141">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DC18B" w14:textId="77777777" w:rsidR="009A6944" w:rsidRDefault="009A6944">
      <w:r>
        <w:separator/>
      </w:r>
    </w:p>
  </w:endnote>
  <w:endnote w:type="continuationSeparator" w:id="0">
    <w:p w14:paraId="30FD4233" w14:textId="77777777" w:rsidR="009A6944" w:rsidRDefault="009A6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385141" w:rsidRDefault="003851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385141" w:rsidRPr="00125DF8" w:rsidRDefault="00385141">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456A2E">
      <w:rPr>
        <w:noProof/>
        <w:color w:val="31849B"/>
        <w:sz w:val="24"/>
      </w:rPr>
      <w:t>10</w:t>
    </w:r>
    <w:r w:rsidRPr="00125DF8">
      <w:rPr>
        <w:noProof/>
        <w:color w:val="31849B"/>
        <w:sz w:val="24"/>
      </w:rPr>
      <w:fldChar w:fldCharType="end"/>
    </w:r>
  </w:p>
  <w:p w14:paraId="79501E97" w14:textId="77777777" w:rsidR="00385141" w:rsidRDefault="00385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EC219" w14:textId="77777777" w:rsidR="009A6944" w:rsidRDefault="009A6944">
      <w:r>
        <w:separator/>
      </w:r>
    </w:p>
  </w:footnote>
  <w:footnote w:type="continuationSeparator" w:id="0">
    <w:p w14:paraId="4D71E4DC" w14:textId="77777777" w:rsidR="009A6944" w:rsidRDefault="009A6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385141" w:rsidRPr="00AC5A43" w:rsidRDefault="00385141"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385141" w:rsidRDefault="00385141"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385141" w:rsidRDefault="003851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385141" w:rsidRPr="00AC5A43" w:rsidRDefault="00385141"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385141" w:rsidRDefault="00385141"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385141" w:rsidRDefault="00385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EFC"/>
    <w:multiLevelType w:val="hybridMultilevel"/>
    <w:tmpl w:val="C6EA98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333090F"/>
    <w:multiLevelType w:val="hybridMultilevel"/>
    <w:tmpl w:val="5388D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5887BF5"/>
    <w:multiLevelType w:val="hybridMultilevel"/>
    <w:tmpl w:val="C9A077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98949AC"/>
    <w:multiLevelType w:val="hybridMultilevel"/>
    <w:tmpl w:val="2EEA11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724111005">
    <w:abstractNumId w:val="7"/>
  </w:num>
  <w:num w:numId="2" w16cid:durableId="445390523">
    <w:abstractNumId w:val="6"/>
  </w:num>
  <w:num w:numId="3" w16cid:durableId="930940576">
    <w:abstractNumId w:val="9"/>
  </w:num>
  <w:num w:numId="4" w16cid:durableId="359429528">
    <w:abstractNumId w:val="1"/>
  </w:num>
  <w:num w:numId="5" w16cid:durableId="1167793834">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329405220">
    <w:abstractNumId w:val="13"/>
  </w:num>
  <w:num w:numId="7" w16cid:durableId="1691713495">
    <w:abstractNumId w:val="4"/>
  </w:num>
  <w:num w:numId="8" w16cid:durableId="842015051">
    <w:abstractNumId w:val="11"/>
  </w:num>
  <w:num w:numId="9" w16cid:durableId="1869709116">
    <w:abstractNumId w:val="5"/>
  </w:num>
  <w:num w:numId="10" w16cid:durableId="16125430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602342662">
    <w:abstractNumId w:val="10"/>
  </w:num>
  <w:num w:numId="12" w16cid:durableId="572158471">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413431843">
    <w:abstractNumId w:val="8"/>
  </w:num>
  <w:num w:numId="14" w16cid:durableId="2020424789">
    <w:abstractNumId w:val="12"/>
  </w:num>
  <w:num w:numId="15" w16cid:durableId="802232996">
    <w:abstractNumId w:val="3"/>
  </w:num>
  <w:num w:numId="16" w16cid:durableId="4792383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1B8F"/>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335C7"/>
    <w:rsid w:val="00142086"/>
    <w:rsid w:val="0014367C"/>
    <w:rsid w:val="00145210"/>
    <w:rsid w:val="00146B51"/>
    <w:rsid w:val="00146EB7"/>
    <w:rsid w:val="001500B9"/>
    <w:rsid w:val="0015197E"/>
    <w:rsid w:val="00151BF5"/>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35E"/>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5C7C"/>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87D"/>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141"/>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56A2E"/>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20F"/>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250B"/>
    <w:rsid w:val="009649A5"/>
    <w:rsid w:val="00965018"/>
    <w:rsid w:val="00965D53"/>
    <w:rsid w:val="00966A0B"/>
    <w:rsid w:val="009741D4"/>
    <w:rsid w:val="0097529F"/>
    <w:rsid w:val="009772E2"/>
    <w:rsid w:val="00977589"/>
    <w:rsid w:val="00977772"/>
    <w:rsid w:val="00977C9A"/>
    <w:rsid w:val="00980401"/>
    <w:rsid w:val="009815C9"/>
    <w:rsid w:val="00981D2F"/>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944"/>
    <w:rsid w:val="009A6C6E"/>
    <w:rsid w:val="009B1A8E"/>
    <w:rsid w:val="009B1C78"/>
    <w:rsid w:val="009B24B1"/>
    <w:rsid w:val="009B5E5C"/>
    <w:rsid w:val="009B6723"/>
    <w:rsid w:val="009B70F8"/>
    <w:rsid w:val="009C0220"/>
    <w:rsid w:val="009C127D"/>
    <w:rsid w:val="009C18D0"/>
    <w:rsid w:val="009C45C1"/>
    <w:rsid w:val="009C73FA"/>
    <w:rsid w:val="009C79DA"/>
    <w:rsid w:val="009D0BCD"/>
    <w:rsid w:val="009D0F0A"/>
    <w:rsid w:val="009D19EF"/>
    <w:rsid w:val="009D2319"/>
    <w:rsid w:val="009D6106"/>
    <w:rsid w:val="009D6254"/>
    <w:rsid w:val="009D672C"/>
    <w:rsid w:val="009E0250"/>
    <w:rsid w:val="009E37FE"/>
    <w:rsid w:val="009E4CF8"/>
    <w:rsid w:val="009E5C6F"/>
    <w:rsid w:val="009E78BA"/>
    <w:rsid w:val="009F0300"/>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52CF"/>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2D3"/>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4EAC"/>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8509F"/>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54D"/>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5CBB"/>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4f93151410314e0e"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A48792158</value>
    </field>
    <field name="Objective-Title">
      <value order="0">ATF - Flintshire - Annual Report - FY2019-20 - Maes Gwern 2021</value>
    </field>
    <field name="Objective-Description">
      <value order="0"/>
    </field>
    <field name="Objective-CreationStamp">
      <value order="0">2023-12-15T14:27:06Z</value>
    </field>
    <field name="Objective-IsApproved">
      <value order="0">false</value>
    </field>
    <field name="Objective-IsPublished">
      <value order="0">true</value>
    </field>
    <field name="Objective-DatePublished">
      <value order="0">2024-01-12T10:57:56Z</value>
    </field>
    <field name="Objective-ModificationStamp">
      <value order="0">2024-01-12T10:57:56Z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alue>
    </field>
    <field name="Objective-Parent">
      <value order="0">Annual Reports - FY2020-21</value>
    </field>
    <field name="Objective-State">
      <value order="0">Published</value>
    </field>
    <field name="Objective-VersionId">
      <value order="0">vA91941440</value>
    </field>
    <field name="Objective-Version">
      <value order="0">3.0</value>
    </field>
    <field name="Objective-VersionNumber">
      <value order="0">4</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DC25E3C8-1C82-432E-BDB5-CB294CCA8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5</TotalTime>
  <Pages>14</Pages>
  <Words>2605</Words>
  <Characters>14850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17421</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4</cp:revision>
  <cp:lastPrinted>2018-09-12T10:18:00Z</cp:lastPrinted>
  <dcterms:created xsi:type="dcterms:W3CDTF">2023-12-15T14:26:00Z</dcterms:created>
  <dcterms:modified xsi:type="dcterms:W3CDTF">2024-01-12T10:57:00Z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A48792158</vt:lpwstr>
  </property>
  <property fmtid="{D5CDD505-2E9C-101B-9397-08002B2CF9AE}" pid="5" name="Objective-Title">
    <vt:lpwstr>ATF - Flintshire - Annual Report - FY2019-20 - Maes Gwern 2021</vt:lpwstr>
  </property>
  <property fmtid="{D5CDD505-2E9C-101B-9397-08002B2CF9AE}" pid="6" name="Objective-Comment">
    <vt:lpwstr/>
  </property>
  <property fmtid="{D5CDD505-2E9C-101B-9397-08002B2CF9AE}" pid="7" name="Objective-CreationStamp">
    <vt:filetime>2023-12-15T14:27:06Z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2024-01-12T10:57:56Z</vt:filetime>
  </property>
  <property fmtid="{D5CDD505-2E9C-101B-9397-08002B2CF9AE}" pid="11" name="Objective-ModificationStamp">
    <vt:filetime>2024-01-12T10:57:56Z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FY2020-21:</vt:lpwstr>
  </property>
  <property fmtid="{D5CDD505-2E9C-101B-9397-08002B2CF9AE}" pid="14" name="Objective-Parent">
    <vt:lpwstr>Annual Reports - FY2020-21</vt:lpwstr>
  </property>
  <property fmtid="{D5CDD505-2E9C-101B-9397-08002B2CF9AE}" pid="15" name="Objective-State">
    <vt:lpwstr>Published</vt:lpwstr>
  </property>
  <property fmtid="{D5CDD505-2E9C-101B-9397-08002B2CF9AE}" pid="16" name="Objective-Version">
    <vt:lpwstr>3.0</vt:lpwstr>
  </property>
  <property fmtid="{D5CDD505-2E9C-101B-9397-08002B2CF9AE}" pid="17" name="Objective-VersionNumber">
    <vt:r8>4</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vA91941440</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